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6DC5" w:rsidRPr="00D8315E">
        <w:rPr>
          <w:rFonts w:ascii="Corbel" w:hAnsi="Corbel"/>
          <w:smallCaps/>
          <w:sz w:val="24"/>
          <w:szCs w:val="24"/>
        </w:rPr>
        <w:t>od 2019/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20 do 2023/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24</w:t>
      </w:r>
    </w:p>
    <w:p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8D6DC5" w:rsidRPr="00D8315E">
        <w:rPr>
          <w:rFonts w:ascii="Corbel" w:hAnsi="Corbel"/>
          <w:sz w:val="24"/>
          <w:szCs w:val="24"/>
        </w:rPr>
        <w:t>ok akademicki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Powszechna historia prawa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PRP04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16CD8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916CD8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A7AC2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A7AC2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2968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170A9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Rok I, semestr I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Ewa Leniart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21"/>
        <w:gridCol w:w="801"/>
        <w:gridCol w:w="884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D6DC5" w:rsidRPr="008D6D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8D6DC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D6D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D3B37" w:rsidRPr="00AD3B37" w:rsidRDefault="00E22FBC" w:rsidP="00AD3B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D3B37" w:rsidP="00AD3B37">
      <w:pPr>
        <w:pStyle w:val="Punktygwne"/>
        <w:spacing w:before="120" w:after="120"/>
        <w:rPr>
          <w:rFonts w:ascii="Corbel" w:hAnsi="Corbel"/>
          <w:b w:val="0"/>
          <w:smallCaps w:val="0"/>
          <w:szCs w:val="24"/>
        </w:rPr>
      </w:pPr>
      <w:r w:rsidRPr="00AD3B37">
        <w:rPr>
          <w:rFonts w:ascii="Corbel" w:hAnsi="Corbel"/>
          <w:b w:val="0"/>
          <w:smallCaps w:val="0"/>
          <w:szCs w:val="24"/>
        </w:rPr>
        <w:t>Egzamin w formie testu zamkniętego z odpowiedziami wielokrotnego wyboru.</w:t>
      </w:r>
    </w:p>
    <w:p w:rsidR="00AD3B37" w:rsidRDefault="00AD3B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D6DC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powszechnej na poziomie wymaganym na egzaminie maturalnym.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B4D1B" w:rsidP="009F233B">
            <w:pPr>
              <w:pStyle w:val="Podpunkty"/>
              <w:spacing w:before="120" w:after="12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4D1B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ustroju państwa i prawa z zakresu historii powszechnej od czasów monarchii patrymonialnej do połowy XX w., jak również zaznajomienie z podstawowymi pojęciami, instytucjami oraz źródłami z zakresu prawa konstytucyjnego, cywilnego, a także karnego – materialnego i procesowego.</w:t>
            </w:r>
          </w:p>
        </w:tc>
      </w:tr>
      <w:tr w:rsidR="0085747A" w:rsidRPr="009C54AE" w:rsidTr="00C858F4">
        <w:trPr>
          <w:trHeight w:val="163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5747A" w:rsidRPr="009C54AE" w:rsidRDefault="006C60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:rsidR="0085747A" w:rsidRPr="009C54AE" w:rsidRDefault="00C858F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051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ustrojowych oraz prawnych funkcjonując</w:t>
            </w:r>
            <w:r>
              <w:rPr>
                <w:rFonts w:ascii="Corbel" w:hAnsi="Corbel"/>
                <w:b w:val="0"/>
                <w:sz w:val="24"/>
                <w:szCs w:val="24"/>
              </w:rPr>
              <w:t>ych w przeszłości i aktualnie, z</w:t>
            </w:r>
            <w:r w:rsidRPr="006C6051">
              <w:rPr>
                <w:rFonts w:ascii="Corbel" w:hAnsi="Corbel"/>
                <w:b w:val="0"/>
                <w:sz w:val="24"/>
                <w:szCs w:val="24"/>
              </w:rPr>
              <w:t>e szczególnym uwzględnieniem państw europejskich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C858F4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F233B" w:rsidRDefault="00CB4D1B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F233B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 zdefiniować typy i formy ustroju państwowego od X do końca XX w., wymienić ich kluczowe cechy oraz zakres chronologiczny, jak również opisać wpływ czynników ekonomicznych i społecznych na ewolucję poszczególnych typów ustroju państwowego oraz norm prawnych w analizowanym okresie.</w:t>
            </w:r>
          </w:p>
        </w:tc>
        <w:tc>
          <w:tcPr>
            <w:tcW w:w="1873" w:type="dxa"/>
          </w:tcPr>
          <w:p w:rsidR="0085747A" w:rsidRPr="00CB4D1B" w:rsidRDefault="00CB4D1B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083433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83433">
              <w:rPr>
                <w:rFonts w:ascii="Corbel" w:hAnsi="Corbel"/>
                <w:b w:val="0"/>
                <w:smallCaps w:val="0"/>
                <w:szCs w:val="24"/>
              </w:rPr>
              <w:t>mie wymienić podstawowe źródła prawa regulujące zagadnienia ustroju i prawa sądowego z historii powszechnej od X do poł. XX w., przedstawić ich ogólną charakterystykę oraz wpływ na ewolucję poszcze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gólnych dziedzin prawa.</w:t>
            </w:r>
          </w:p>
        </w:tc>
        <w:tc>
          <w:tcPr>
            <w:tcW w:w="1873" w:type="dxa"/>
          </w:tcPr>
          <w:p w:rsidR="0085747A" w:rsidRPr="009C54AE" w:rsidRDefault="00CB4D1B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:rsidTr="00F54C62">
        <w:trPr>
          <w:trHeight w:val="167"/>
        </w:trPr>
        <w:tc>
          <w:tcPr>
            <w:tcW w:w="1701" w:type="dxa"/>
          </w:tcPr>
          <w:p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85747A" w:rsidRPr="009C54AE" w:rsidRDefault="00083433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D3BA5" w:rsidRPr="00BD3BA5">
              <w:rPr>
                <w:rFonts w:ascii="Corbel" w:hAnsi="Corbel"/>
                <w:b w:val="0"/>
                <w:smallCaps w:val="0"/>
                <w:szCs w:val="24"/>
              </w:rPr>
              <w:t>osiada pogłębioną wiedzę na temat wybranych źródeł prawa oraz niektórych instytucji myś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 prawniczej.</w:t>
            </w:r>
          </w:p>
        </w:tc>
        <w:tc>
          <w:tcPr>
            <w:tcW w:w="1873" w:type="dxa"/>
          </w:tcPr>
          <w:p w:rsidR="00295B1D" w:rsidRDefault="00295B1D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85747A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BA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:rsidTr="00F54C62">
        <w:trPr>
          <w:trHeight w:val="134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mie zdefiniować uniwersalne dla większości typów i form ustrojowych pojęcia prawne i wykorzystać je do klasyfikacji oraz opisu poszczególnych ins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tytucji i źródeł prawa.</w:t>
            </w:r>
          </w:p>
        </w:tc>
        <w:tc>
          <w:tcPr>
            <w:tcW w:w="1873" w:type="dxa"/>
          </w:tcPr>
          <w:p w:rsidR="00F54C62" w:rsidRPr="009C54AE" w:rsidRDefault="0037254A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:rsidTr="00F54C62">
        <w:trPr>
          <w:trHeight w:val="109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 xml:space="preserve">osiada wiedzę na temat ewolucji zakresu i procedury legislacyjnej w Europie od X do połowy XX 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przykładzie wybranych państw.</w:t>
            </w:r>
          </w:p>
        </w:tc>
        <w:tc>
          <w:tcPr>
            <w:tcW w:w="1873" w:type="dxa"/>
          </w:tcPr>
          <w:p w:rsidR="00295B1D" w:rsidRDefault="00295B1D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4C62" w:rsidRPr="009C54AE" w:rsidTr="00F54C62">
        <w:trPr>
          <w:trHeight w:val="125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zanalizować i zinterpretować treść aktów prawnych obowiązujących w Europie od X do końca XX w. na przykładzi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wybranych państw europejskich.</w:t>
            </w:r>
          </w:p>
        </w:tc>
        <w:tc>
          <w:tcPr>
            <w:tcW w:w="1873" w:type="dxa"/>
          </w:tcPr>
          <w:p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4C62" w:rsidRPr="009C54AE" w:rsidTr="00F54C62">
        <w:trPr>
          <w:trHeight w:val="109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wykorzystać wiedze na temat różnorodnych zależności przyczynowo -skutkowych do analizy historycznych i wsp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ółczesnych systemów ustrojowych.</w:t>
            </w:r>
          </w:p>
        </w:tc>
        <w:tc>
          <w:tcPr>
            <w:tcW w:w="1873" w:type="dxa"/>
          </w:tcPr>
          <w:p w:rsidR="00F54C62" w:rsidRPr="009C54AE" w:rsidRDefault="0037254A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4C62" w:rsidRPr="009C54AE" w:rsidTr="00F54C62">
        <w:trPr>
          <w:trHeight w:val="167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prawidłowo posługiwać się pojęciami prawnymi i językiem prawniczym wykorzystując je m. in. do opisu procesów ustrojono-prawnych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73" w:type="dxa"/>
          </w:tcPr>
          <w:p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4C62" w:rsidRPr="009C54AE" w:rsidTr="00F54C62">
        <w:trPr>
          <w:trHeight w:val="125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określić priorytety w ramach obowiązującego zakresu wiedzy, które byłyby pomocne do najbardziej efektywnego przygotowania się do ćwiczeń i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zaminu w drodze samokształcenia.</w:t>
            </w:r>
          </w:p>
        </w:tc>
        <w:tc>
          <w:tcPr>
            <w:tcW w:w="1873" w:type="dxa"/>
          </w:tcPr>
          <w:p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54C62" w:rsidRPr="009C54AE" w:rsidTr="005E6E85">
        <w:trPr>
          <w:trHeight w:val="151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samodzielnie uzupełniać i poszerzać posiadany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wiedzy z dodatkowych źródeł.</w:t>
            </w:r>
          </w:p>
        </w:tc>
        <w:tc>
          <w:tcPr>
            <w:tcW w:w="1873" w:type="dxa"/>
          </w:tcPr>
          <w:p w:rsidR="00F54C62" w:rsidRPr="009C54AE" w:rsidRDefault="0037254A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C858F4" w:rsidRDefault="0085747A" w:rsidP="0097742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B4D1B" w:rsidRDefault="00CB4D1B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Ustrój i źródła prawa despotii wschodnich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Podstawy ustrojowe Państwa Rzymskiego</w:t>
            </w:r>
          </w:p>
        </w:tc>
      </w:tr>
      <w:tr w:rsidR="0085747A" w:rsidRPr="009C54AE" w:rsidTr="00EE2A4E">
        <w:trPr>
          <w:trHeight w:val="134"/>
        </w:trPr>
        <w:tc>
          <w:tcPr>
            <w:tcW w:w="9639" w:type="dxa"/>
          </w:tcPr>
          <w:p w:rsidR="0085747A" w:rsidRPr="009C54A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Podstawowe zasady ustrojowe państw feudalnych</w:t>
            </w:r>
          </w:p>
        </w:tc>
      </w:tr>
      <w:tr w:rsidR="00EE2A4E" w:rsidRPr="009C54AE" w:rsidTr="00EE2A4E">
        <w:trPr>
          <w:trHeight w:val="142"/>
        </w:trPr>
        <w:tc>
          <w:tcPr>
            <w:tcW w:w="9639" w:type="dxa"/>
          </w:tcPr>
          <w:p w:rsidR="00EE2A4E" w:rsidRPr="009C54A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Państwa monarchii absolutnej</w:t>
            </w:r>
          </w:p>
        </w:tc>
      </w:tr>
      <w:tr w:rsidR="00EE2A4E" w:rsidRPr="009C54AE" w:rsidTr="00EE2A4E">
        <w:trPr>
          <w:trHeight w:val="100"/>
        </w:trPr>
        <w:tc>
          <w:tcPr>
            <w:tcW w:w="9639" w:type="dxa"/>
          </w:tcPr>
          <w:p w:rsidR="00EE2A4E" w:rsidRPr="00CB4D1B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Stany Zjednoczone Ameryki Północnej</w:t>
            </w:r>
          </w:p>
        </w:tc>
      </w:tr>
      <w:tr w:rsidR="00EE2A4E" w:rsidRPr="009C54AE" w:rsidTr="00EE2A4E">
        <w:trPr>
          <w:trHeight w:val="184"/>
        </w:trPr>
        <w:tc>
          <w:tcPr>
            <w:tcW w:w="9639" w:type="dxa"/>
          </w:tcPr>
          <w:p w:rsidR="00EE2A4E" w:rsidRPr="00CB4D1B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Rosja w XIX i</w:t>
            </w:r>
            <w:r w:rsidRPr="00CB4D1B">
              <w:rPr>
                <w:rFonts w:ascii="Corbel" w:hAnsi="Corbel"/>
                <w:sz w:val="24"/>
                <w:szCs w:val="24"/>
              </w:rPr>
              <w:cr/>
              <w:t>XX w.</w:t>
            </w:r>
          </w:p>
        </w:tc>
      </w:tr>
      <w:tr w:rsidR="00EE2A4E" w:rsidRPr="009C54AE" w:rsidTr="00EE2A4E">
        <w:trPr>
          <w:trHeight w:val="134"/>
        </w:trPr>
        <w:tc>
          <w:tcPr>
            <w:tcW w:w="9639" w:type="dxa"/>
          </w:tcPr>
          <w:p w:rsidR="00EE2A4E" w:rsidRPr="00EE2A4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Charakterystyka państwa epoki kapitalizmu</w:t>
            </w:r>
          </w:p>
        </w:tc>
      </w:tr>
      <w:tr w:rsidR="00EE2A4E" w:rsidRPr="009C54AE" w:rsidTr="00EE2A4E">
        <w:trPr>
          <w:trHeight w:val="150"/>
        </w:trPr>
        <w:tc>
          <w:tcPr>
            <w:tcW w:w="9639" w:type="dxa"/>
          </w:tcPr>
          <w:p w:rsidR="00EE2A4E" w:rsidRPr="00CB4D1B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lastRenderedPageBreak/>
              <w:t>Tendencje ustrojowe państw XX w.</w:t>
            </w:r>
          </w:p>
        </w:tc>
      </w:tr>
      <w:tr w:rsidR="00EE2A4E" w:rsidRPr="009C54AE" w:rsidTr="00EE2A4E">
        <w:trPr>
          <w:trHeight w:val="126"/>
        </w:trPr>
        <w:tc>
          <w:tcPr>
            <w:tcW w:w="9639" w:type="dxa"/>
            <w:tcBorders>
              <w:bottom w:val="single" w:sz="4" w:space="0" w:color="auto"/>
            </w:tcBorders>
          </w:tcPr>
          <w:p w:rsidR="00EE2A4E" w:rsidRPr="00EE2A4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Przemiany ustrojowe po upadku komunizmu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C858F4" w:rsidRDefault="0085747A" w:rsidP="00977425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Typy i formy państwa. Ustrój i prawo Państwa Franków. Podstawowe zasady ustrojowe monarchii patrymonialnej. Źródła prawa sądowego monarchii patrymonialnej. Prawo lenne.</w:t>
            </w:r>
          </w:p>
        </w:tc>
      </w:tr>
      <w:tr w:rsidR="0085747A" w:rsidRPr="009C54AE" w:rsidTr="00EE2A4E">
        <w:trPr>
          <w:trHeight w:val="168"/>
        </w:trPr>
        <w:tc>
          <w:tcPr>
            <w:tcW w:w="9639" w:type="dxa"/>
          </w:tcPr>
          <w:p w:rsidR="0085747A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monarchii stanowej. Źródła prawa sądowego monarchii stanowej. Przywileje szlacheckie, mieszczańskie i dla duchowieństwa na przykładzie Francji i Anglii.</w:t>
            </w:r>
          </w:p>
        </w:tc>
      </w:tr>
      <w:tr w:rsidR="00EE2A4E" w:rsidRPr="009C54AE" w:rsidTr="00EE2A4E">
        <w:trPr>
          <w:trHeight w:val="125"/>
        </w:trPr>
        <w:tc>
          <w:tcPr>
            <w:tcW w:w="9639" w:type="dxa"/>
          </w:tcPr>
          <w:p w:rsidR="00EE2A4E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Państwa Kijowskiego i Rusi. Źródła prawa ruskiego.</w:t>
            </w:r>
          </w:p>
        </w:tc>
      </w:tr>
      <w:tr w:rsidR="00EE2A4E" w:rsidRPr="009C54AE" w:rsidTr="00923D7D">
        <w:trPr>
          <w:trHeight w:val="151"/>
        </w:trPr>
        <w:tc>
          <w:tcPr>
            <w:tcW w:w="9639" w:type="dxa"/>
          </w:tcPr>
          <w:p w:rsidR="00EE2A4E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– zasady i organizacja państwa na przykładzie Francji</w:t>
            </w:r>
          </w:p>
        </w:tc>
      </w:tr>
      <w:tr w:rsidR="0085747A" w:rsidRPr="009C54AE" w:rsidTr="00EE2A4E">
        <w:trPr>
          <w:trHeight w:val="134"/>
        </w:trPr>
        <w:tc>
          <w:tcPr>
            <w:tcW w:w="9639" w:type="dxa"/>
          </w:tcPr>
          <w:p w:rsidR="0085747A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oświecona w Prusach i Austrii. Podstawowe kodyfikacje prawa.</w:t>
            </w:r>
          </w:p>
        </w:tc>
      </w:tr>
      <w:tr w:rsidR="00EE2A4E" w:rsidRPr="009C54AE" w:rsidTr="00EE2A4E">
        <w:trPr>
          <w:trHeight w:val="301"/>
        </w:trPr>
        <w:tc>
          <w:tcPr>
            <w:tcW w:w="9639" w:type="dxa"/>
          </w:tcPr>
          <w:p w:rsidR="00EE2A4E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Stany Zjednoczone Ameryki. Powstanie federacji, konstytucja, zasady obowiązywania prawa feudalnego i stanowego.</w:t>
            </w:r>
          </w:p>
        </w:tc>
      </w:tr>
      <w:tr w:rsidR="00EE2A4E" w:rsidRPr="009C54AE" w:rsidTr="00EE2A4E">
        <w:trPr>
          <w:trHeight w:val="268"/>
        </w:trPr>
        <w:tc>
          <w:tcPr>
            <w:tcW w:w="9639" w:type="dxa"/>
            <w:tcBorders>
              <w:bottom w:val="single" w:sz="4" w:space="0" w:color="auto"/>
            </w:tcBorders>
          </w:tcPr>
          <w:p w:rsidR="00EE2A4E" w:rsidRPr="00EE2A4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Francja w okresie wielkiej rewolucji i rządów Napoleona. Wielkie kodyfikacje prawa.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EE2A4E" w:rsidRDefault="009F233B" w:rsidP="009F233B">
      <w:pPr>
        <w:pStyle w:val="Punktygwne"/>
        <w:tabs>
          <w:tab w:val="left" w:pos="284"/>
        </w:tabs>
        <w:spacing w:before="12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</w:t>
      </w:r>
      <w:r w:rsidR="00EE2A4E" w:rsidRPr="00EE2A4E">
        <w:rPr>
          <w:rFonts w:ascii="Corbel" w:hAnsi="Corbel"/>
          <w:b w:val="0"/>
          <w:smallCaps w:val="0"/>
          <w:szCs w:val="24"/>
        </w:rPr>
        <w:t>etoda klasyczna problemowa z elementami wykładu konwersatoryjnego;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EE2A4E" w:rsidRPr="00EE2A4E">
        <w:rPr>
          <w:rFonts w:ascii="Corbel" w:hAnsi="Corbel"/>
          <w:b w:val="0"/>
          <w:smallCaps w:val="0"/>
          <w:szCs w:val="24"/>
        </w:rPr>
        <w:t>studium przypadku w zakresie analizy i interpretacji aktów prawnych i tekstów źródłowych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:rsidR="0085747A" w:rsidRPr="00C858F4" w:rsidRDefault="00AD3B3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090B12" w:rsidRDefault="00AD3B37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85747A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ramach efektów kształcenia).</w:t>
            </w:r>
          </w:p>
        </w:tc>
        <w:tc>
          <w:tcPr>
            <w:tcW w:w="2126" w:type="dxa"/>
          </w:tcPr>
          <w:p w:rsidR="0085747A" w:rsidRPr="00CB4C4A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5747A" w:rsidRPr="009C54AE" w:rsidTr="00090B12">
        <w:trPr>
          <w:trHeight w:val="184"/>
        </w:trPr>
        <w:tc>
          <w:tcPr>
            <w:tcW w:w="1985" w:type="dxa"/>
          </w:tcPr>
          <w:p w:rsidR="0085747A" w:rsidRPr="009C54AE" w:rsidRDefault="0085747A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:rsidR="0085747A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:rsidR="0085747A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090B12">
        <w:trPr>
          <w:trHeight w:val="167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ramach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fektów kształcenia).</w:t>
            </w:r>
          </w:p>
        </w:tc>
        <w:tc>
          <w:tcPr>
            <w:tcW w:w="2126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9B166B">
        <w:trPr>
          <w:trHeight w:val="90"/>
        </w:trPr>
        <w:tc>
          <w:tcPr>
            <w:tcW w:w="1985" w:type="dxa"/>
          </w:tcPr>
          <w:p w:rsidR="00090B12" w:rsidRPr="009C54AE" w:rsidRDefault="00090B12" w:rsidP="009B166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90B12" w:rsidRPr="00CB4C4A" w:rsidRDefault="00AD3B37" w:rsidP="009B166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9B166B">
              <w:rPr>
                <w:rFonts w:ascii="Corbel" w:hAnsi="Corbel"/>
                <w:b w:val="0"/>
                <w:smallCaps w:val="0"/>
                <w:szCs w:val="24"/>
              </w:rPr>
              <w:t>Obserwacja w trakcie zajęć.</w:t>
            </w:r>
          </w:p>
        </w:tc>
        <w:tc>
          <w:tcPr>
            <w:tcW w:w="2126" w:type="dxa"/>
          </w:tcPr>
          <w:p w:rsidR="00090B12" w:rsidRPr="009C54AE" w:rsidRDefault="00090B12" w:rsidP="009B166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090B12">
        <w:trPr>
          <w:trHeight w:val="150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:rsidR="00090B12" w:rsidRPr="009C54AE" w:rsidRDefault="00AD3B37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:rsidTr="00C05F44">
        <w:trPr>
          <w:trHeight w:val="151"/>
        </w:trPr>
        <w:tc>
          <w:tcPr>
            <w:tcW w:w="1985" w:type="dxa"/>
          </w:tcPr>
          <w:p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:rsidR="00090B12" w:rsidRPr="009C54AE" w:rsidRDefault="00AD3B37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F233B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3B2F" w:rsidTr="00923D7D">
        <w:tc>
          <w:tcPr>
            <w:tcW w:w="9670" w:type="dxa"/>
          </w:tcPr>
          <w:p w:rsidR="0085747A" w:rsidRPr="003D3B2F" w:rsidRDefault="009F233B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9F233B">
              <w:rPr>
                <w:rFonts w:ascii="Corbel" w:hAnsi="Corbel"/>
                <w:b w:val="0"/>
                <w:smallCaps w:val="0"/>
                <w:szCs w:val="24"/>
              </w:rPr>
              <w:t>Egzamin w formie testu z odpowiedziami wielokrotnego wyboru.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30 godz.</w:t>
            </w:r>
          </w:p>
          <w:p w:rsidR="003D3B2F" w:rsidRPr="009C54AE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C61DC5" w:rsidRPr="003D3B2F" w:rsidRDefault="00511A98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D3B2F" w:rsidRDefault="00624E0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3B2F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D3B2F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5 punktów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C858F4">
        <w:trPr>
          <w:trHeight w:val="397"/>
        </w:trPr>
        <w:tc>
          <w:tcPr>
            <w:tcW w:w="9639" w:type="dxa"/>
          </w:tcPr>
          <w:p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M. Szczaniecki,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państwa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2011;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A. Dziadzio,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2008;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120"/>
              <w:ind w:left="743" w:hanging="357"/>
              <w:rPr>
                <w:rFonts w:ascii="Corbel" w:hAnsi="Corbel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T. Maciejewski,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ustroju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</w:tc>
      </w:tr>
      <w:tr w:rsidR="0085747A" w:rsidRPr="009C54AE" w:rsidTr="00C858F4">
        <w:trPr>
          <w:trHeight w:val="397"/>
        </w:trPr>
        <w:tc>
          <w:tcPr>
            <w:tcW w:w="9639" w:type="dxa"/>
          </w:tcPr>
          <w:p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Maciejewski,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administracji,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Jaworski,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Zarys powszechnej historii państwa i prawa,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1997;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Grzybowski,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Dzieje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1981;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Sójka-Zielińska,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Borkowska – Bagińska,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sądowego,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Gulczyński, B. Lesiński, J. </w:t>
            </w:r>
            <w:proofErr w:type="spellStart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Walachowicz</w:t>
            </w:r>
            <w:proofErr w:type="spellEnd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Wiewiórkowski,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państwa i prawa. Wybór tekstów źródłowych,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1995;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Dziadzio, D. Malec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Historia prawa. Proces i wymiar sprawiedliwości w świetle źródeł,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2000;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Szczaniecki,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Wybór źródeł do historii państwa i prawa w dobie nowożytnej,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2001;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5"/>
              </w:numPr>
              <w:spacing w:before="120" w:after="120"/>
              <w:ind w:left="714" w:hanging="357"/>
              <w:rPr>
                <w:rFonts w:ascii="Corbel" w:hAnsi="Corbel"/>
                <w:i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Koranyi</w:t>
            </w:r>
            <w:proofErr w:type="spellEnd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Powszechna historia państwa i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1-3, Warszawa 1966.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170" w:rsidRDefault="00F17170" w:rsidP="00C16ABF">
      <w:pPr>
        <w:spacing w:after="0" w:line="240" w:lineRule="auto"/>
      </w:pPr>
      <w:r>
        <w:separator/>
      </w:r>
    </w:p>
  </w:endnote>
  <w:endnote w:type="continuationSeparator" w:id="0">
    <w:p w:rsidR="00F17170" w:rsidRDefault="00F171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170" w:rsidRDefault="00F17170" w:rsidP="00C16ABF">
      <w:pPr>
        <w:spacing w:after="0" w:line="240" w:lineRule="auto"/>
      </w:pPr>
      <w:r>
        <w:separator/>
      </w:r>
    </w:p>
  </w:footnote>
  <w:footnote w:type="continuationSeparator" w:id="0">
    <w:p w:rsidR="00F17170" w:rsidRDefault="00F1717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73819"/>
    <w:multiLevelType w:val="multilevel"/>
    <w:tmpl w:val="B0FC21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36D40F9E"/>
    <w:multiLevelType w:val="hybridMultilevel"/>
    <w:tmpl w:val="44B07A36"/>
    <w:lvl w:ilvl="0" w:tplc="083060C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433"/>
    <w:rsid w:val="00084C12"/>
    <w:rsid w:val="00090B12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4F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B1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A35"/>
    <w:rsid w:val="004D5282"/>
    <w:rsid w:val="004F1551"/>
    <w:rsid w:val="004F55A3"/>
    <w:rsid w:val="0050496F"/>
    <w:rsid w:val="00511A98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E0F"/>
    <w:rsid w:val="00627FC9"/>
    <w:rsid w:val="00647FA8"/>
    <w:rsid w:val="00650C5F"/>
    <w:rsid w:val="00654934"/>
    <w:rsid w:val="006620D9"/>
    <w:rsid w:val="00671958"/>
    <w:rsid w:val="00675843"/>
    <w:rsid w:val="00686C58"/>
    <w:rsid w:val="00696477"/>
    <w:rsid w:val="006C6051"/>
    <w:rsid w:val="006D050F"/>
    <w:rsid w:val="006D6139"/>
    <w:rsid w:val="006E597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968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7AC2"/>
    <w:rsid w:val="008C0CC0"/>
    <w:rsid w:val="008C19A9"/>
    <w:rsid w:val="008C379D"/>
    <w:rsid w:val="008C5147"/>
    <w:rsid w:val="008C5359"/>
    <w:rsid w:val="008C5363"/>
    <w:rsid w:val="008D3DFB"/>
    <w:rsid w:val="008D6587"/>
    <w:rsid w:val="008D6DC5"/>
    <w:rsid w:val="008E64F4"/>
    <w:rsid w:val="008F12C9"/>
    <w:rsid w:val="008F6E29"/>
    <w:rsid w:val="00916188"/>
    <w:rsid w:val="00916CD8"/>
    <w:rsid w:val="00923D7D"/>
    <w:rsid w:val="009508DF"/>
    <w:rsid w:val="00950DAC"/>
    <w:rsid w:val="00954A07"/>
    <w:rsid w:val="00977425"/>
    <w:rsid w:val="00997F14"/>
    <w:rsid w:val="009A78D9"/>
    <w:rsid w:val="009B166B"/>
    <w:rsid w:val="009C3E31"/>
    <w:rsid w:val="009C54AE"/>
    <w:rsid w:val="009C788E"/>
    <w:rsid w:val="009E3B41"/>
    <w:rsid w:val="009F233B"/>
    <w:rsid w:val="009F3C5C"/>
    <w:rsid w:val="009F4610"/>
    <w:rsid w:val="009F7749"/>
    <w:rsid w:val="00A00ECC"/>
    <w:rsid w:val="00A155EE"/>
    <w:rsid w:val="00A170A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35E"/>
    <w:rsid w:val="00A84C85"/>
    <w:rsid w:val="00A97DE1"/>
    <w:rsid w:val="00AB053C"/>
    <w:rsid w:val="00AD1146"/>
    <w:rsid w:val="00AD27D3"/>
    <w:rsid w:val="00AD3B37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BA5"/>
    <w:rsid w:val="00BD66E9"/>
    <w:rsid w:val="00BD6FF4"/>
    <w:rsid w:val="00BF2C41"/>
    <w:rsid w:val="00BF3E2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8F4"/>
    <w:rsid w:val="00C94B98"/>
    <w:rsid w:val="00CA2B96"/>
    <w:rsid w:val="00CA5089"/>
    <w:rsid w:val="00CB4C4A"/>
    <w:rsid w:val="00CB4D1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15E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4E"/>
    <w:rsid w:val="00EE32DE"/>
    <w:rsid w:val="00EE5457"/>
    <w:rsid w:val="00F070AB"/>
    <w:rsid w:val="00F17170"/>
    <w:rsid w:val="00F17567"/>
    <w:rsid w:val="00F27A7B"/>
    <w:rsid w:val="00F526AF"/>
    <w:rsid w:val="00F54C62"/>
    <w:rsid w:val="00F617C3"/>
    <w:rsid w:val="00F7066B"/>
    <w:rsid w:val="00F748A4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269C-63D9-419D-BAAF-A22DFFC0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1373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1a</cp:lastModifiedBy>
  <cp:revision>2</cp:revision>
  <cp:lastPrinted>2019-11-21T13:57:00Z</cp:lastPrinted>
  <dcterms:created xsi:type="dcterms:W3CDTF">2019-11-21T13:58:00Z</dcterms:created>
  <dcterms:modified xsi:type="dcterms:W3CDTF">2019-11-21T13:58:00Z</dcterms:modified>
</cp:coreProperties>
</file>